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3AF" w:rsidRDefault="00C573AF" w:rsidP="009660FC">
      <w:pPr>
        <w:spacing w:after="0" w:line="240" w:lineRule="auto"/>
        <w:jc w:val="center"/>
        <w:rPr>
          <w:rFonts w:ascii="Times New Roman" w:hAnsi="Times New Roman"/>
          <w:snapToGrid w:val="0"/>
          <w:spacing w:val="8"/>
          <w:sz w:val="28"/>
          <w:szCs w:val="28"/>
          <w:lang w:val="uk-UA"/>
        </w:rPr>
      </w:pPr>
      <w:r w:rsidRPr="00DD3B3C">
        <w:rPr>
          <w:rFonts w:ascii="Times New Roman" w:hAnsi="Times New Roman"/>
          <w:noProof/>
          <w:spacing w:val="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4" o:title=""/>
          </v:shape>
        </w:pict>
      </w:r>
    </w:p>
    <w:p w:rsidR="00C573AF" w:rsidRDefault="00C573AF" w:rsidP="009660FC">
      <w:pPr>
        <w:spacing w:after="0" w:line="240" w:lineRule="auto"/>
        <w:jc w:val="center"/>
        <w:rPr>
          <w:rFonts w:ascii="Times New Roman" w:hAnsi="Times New Roman"/>
          <w:snapToGrid w:val="0"/>
          <w:spacing w:val="8"/>
          <w:sz w:val="28"/>
          <w:szCs w:val="28"/>
          <w:lang w:val="uk-UA"/>
        </w:rPr>
      </w:pPr>
    </w:p>
    <w:p w:rsidR="00C573AF" w:rsidRDefault="00C573AF" w:rsidP="009660FC">
      <w:pPr>
        <w:pStyle w:val="Heading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ЛУДИНСЬКА СІЛЬСЬКА РАДА</w:t>
      </w:r>
    </w:p>
    <w:p w:rsidR="00C573AF" w:rsidRDefault="00C573AF" w:rsidP="009660FC">
      <w:pPr>
        <w:pStyle w:val="Heading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ВОЛОДИМИР-ВОЛИНСЬКОГО РАЙОНУ ВОЛИНСЬКОЇ ОБЛАСТІ</w:t>
      </w:r>
    </w:p>
    <w:p w:rsidR="00C573AF" w:rsidRDefault="00C573AF" w:rsidP="009660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шостого скликання</w:t>
      </w:r>
    </w:p>
    <w:p w:rsidR="00C573AF" w:rsidRDefault="00C573AF" w:rsidP="009660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573AF" w:rsidRDefault="00C573AF" w:rsidP="009660FC">
      <w:pPr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Р І Ш Е Н Н Я </w:t>
      </w:r>
    </w:p>
    <w:p w:rsidR="00C573AF" w:rsidRDefault="00C573AF" w:rsidP="009660FC">
      <w:pPr>
        <w:tabs>
          <w:tab w:val="center" w:pos="4677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15.01.2014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  <w:t xml:space="preserve">                                           с. Лудин                                            №39/10 </w:t>
      </w:r>
    </w:p>
    <w:p w:rsidR="00C573AF" w:rsidRDefault="00C573AF" w:rsidP="009660F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573AF" w:rsidRDefault="00C573AF" w:rsidP="009660F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«Про місцеві податки і збори»</w:t>
      </w:r>
    </w:p>
    <w:p w:rsidR="00C573AF" w:rsidRDefault="00C573AF" w:rsidP="009660F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573AF" w:rsidRDefault="00C573AF" w:rsidP="009660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Відповідно Закону України «Про внесення змін до Податкового кодексу України та деяких інших законодавчих актів України щодо спрощеної системи оподаткування, обліку та звітності» №4014-УЇ від 04.11.2011р., керуючись ст. 26 Закону України «Про місцеве самоврядування в Україні», сільська рада</w:t>
      </w:r>
    </w:p>
    <w:p w:rsidR="00C573AF" w:rsidRDefault="00C573AF" w:rsidP="009660F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ВИРІШИЛА:</w:t>
      </w:r>
    </w:p>
    <w:p w:rsidR="00C573AF" w:rsidRDefault="00C573AF" w:rsidP="00966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1. Затвердити фіксовані ставки єдиного податку для фізичних осіб -підприємців, які здійснюють господарську діяльність відповідно до Закону Україну «Про внесення змін до Податкового кодексу України та деяких інших законодавчих актів України щодо спрощеної системи оподаткування, обліку та звітності» №4014-УІ від 04.11.2011р залежно від виду господарської діяльності з розрахунку на календарний місяць (додаються).</w:t>
      </w:r>
    </w:p>
    <w:p w:rsidR="00C573AF" w:rsidRDefault="00C573AF" w:rsidP="00966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2. Рішення набирає чинності з 15.01.2014 року відповідно до п. 4 розділу II "Прикінцеві положення" Закону України «Про внесення змін до Податкового кодексу України та деяких інших законодавчих актів України щодо спрощеної системи оподаткування, обліку та звітності» №4014-VI від 04.11.2011р.</w:t>
      </w:r>
    </w:p>
    <w:p w:rsidR="00C573AF" w:rsidRDefault="00C573AF" w:rsidP="00966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3. Контроль за виконанням рішення покладається на головного бухгалтера сільської ради Динь Т.І.</w:t>
      </w:r>
    </w:p>
    <w:p w:rsidR="00C573AF" w:rsidRDefault="00C573AF" w:rsidP="009660F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573AF" w:rsidRDefault="00C573AF" w:rsidP="009660FC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573AF" w:rsidRDefault="00C573AF" w:rsidP="009660FC">
      <w:pPr>
        <w:tabs>
          <w:tab w:val="left" w:pos="711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Сільський голова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А. І. Никитюк</w:t>
      </w:r>
    </w:p>
    <w:sectPr w:rsidR="00C573AF" w:rsidSect="00FA709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0FC"/>
    <w:rsid w:val="005C0BFC"/>
    <w:rsid w:val="00894922"/>
    <w:rsid w:val="009660FC"/>
    <w:rsid w:val="00B23B4E"/>
    <w:rsid w:val="00C573AF"/>
    <w:rsid w:val="00DD3B3C"/>
    <w:rsid w:val="00EA6A21"/>
    <w:rsid w:val="00FA7098"/>
    <w:rsid w:val="00FB2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0F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60FC"/>
    <w:pPr>
      <w:keepNext/>
      <w:spacing w:after="0" w:line="240" w:lineRule="auto"/>
      <w:jc w:val="both"/>
      <w:outlineLvl w:val="0"/>
    </w:pPr>
    <w:rPr>
      <w:rFonts w:ascii="Bookman Old Style" w:eastAsia="Times New Roman" w:hAnsi="Bookman Old Style" w:cs="Bookman Old Style"/>
      <w:b/>
      <w:bCs/>
      <w:sz w:val="20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60FC"/>
    <w:rPr>
      <w:rFonts w:ascii="Bookman Old Style" w:hAnsi="Bookman Old Style" w:cs="Bookman Old Style"/>
      <w:b/>
      <w:bCs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66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60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210</Words>
  <Characters>1199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www.PHILka.RU</cp:lastModifiedBy>
  <cp:revision>2</cp:revision>
  <cp:lastPrinted>2014-01-20T14:13:00Z</cp:lastPrinted>
  <dcterms:created xsi:type="dcterms:W3CDTF">2014-01-28T12:09:00Z</dcterms:created>
  <dcterms:modified xsi:type="dcterms:W3CDTF">2014-01-28T12:09:00Z</dcterms:modified>
</cp:coreProperties>
</file>